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CFBF2" w14:textId="0972E29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FFC044" w14:textId="77777777" w:rsidR="00844F97" w:rsidRDefault="0071620A" w:rsidP="00844F9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44F97">
        <w:rPr>
          <w:rFonts w:ascii="Corbel" w:hAnsi="Corbel"/>
          <w:i/>
          <w:smallCaps/>
          <w:sz w:val="24"/>
          <w:szCs w:val="24"/>
        </w:rPr>
        <w:t>2022-2027</w:t>
      </w:r>
    </w:p>
    <w:p w14:paraId="62E87BED" w14:textId="673C57C3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D7D6B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</w:t>
      </w:r>
      <w:r w:rsidR="00844F97">
        <w:rPr>
          <w:rFonts w:ascii="Corbel" w:hAnsi="Corbel"/>
          <w:sz w:val="20"/>
          <w:szCs w:val="20"/>
        </w:rPr>
        <w:t>3</w:t>
      </w:r>
      <w:r w:rsidR="007C54FD">
        <w:rPr>
          <w:rFonts w:ascii="Corbel" w:hAnsi="Corbel"/>
          <w:sz w:val="20"/>
          <w:szCs w:val="20"/>
        </w:rPr>
        <w:t>/2</w:t>
      </w:r>
      <w:r w:rsidR="00844F97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, 202</w:t>
      </w:r>
      <w:r w:rsidR="00844F97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/2</w:t>
      </w:r>
      <w:r w:rsidR="00844F97">
        <w:rPr>
          <w:rFonts w:ascii="Corbel" w:hAnsi="Corbel"/>
          <w:sz w:val="20"/>
          <w:szCs w:val="20"/>
        </w:rPr>
        <w:t>5</w:t>
      </w:r>
      <w:r w:rsidR="007C54FD">
        <w:rPr>
          <w:rFonts w:ascii="Corbel" w:hAnsi="Corbel"/>
          <w:sz w:val="20"/>
          <w:szCs w:val="20"/>
        </w:rPr>
        <w:t>, 20</w:t>
      </w:r>
      <w:r w:rsidR="00844F97">
        <w:rPr>
          <w:rFonts w:ascii="Corbel" w:hAnsi="Corbel"/>
          <w:sz w:val="20"/>
          <w:szCs w:val="20"/>
        </w:rPr>
        <w:t>25</w:t>
      </w:r>
      <w:r w:rsidR="007C54FD">
        <w:rPr>
          <w:rFonts w:ascii="Corbel" w:hAnsi="Corbel"/>
          <w:sz w:val="20"/>
          <w:szCs w:val="20"/>
        </w:rPr>
        <w:t>/2</w:t>
      </w:r>
      <w:r w:rsidR="00844F97">
        <w:rPr>
          <w:rFonts w:ascii="Corbel" w:hAnsi="Corbel"/>
          <w:sz w:val="20"/>
          <w:szCs w:val="20"/>
        </w:rPr>
        <w:t>6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8AB4078" w:rsidR="0085747A" w:rsidRPr="009C54AE" w:rsidRDefault="00387224" w:rsidP="0005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lastRenderedPageBreak/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54C9ECA" w14:textId="34792272" w:rsidR="00E960BB" w:rsidRDefault="00051AB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CD50DA5" w14:textId="77777777" w:rsidR="00051ABD" w:rsidRDefault="00051A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</w:t>
            </w:r>
            <w:proofErr w:type="spellStart"/>
            <w:r w:rsidRPr="00174B47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174B47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</w:t>
            </w:r>
            <w:r w:rsidRPr="009510EB">
              <w:rPr>
                <w:rFonts w:ascii="Corbel" w:hAnsi="Corbel"/>
                <w:sz w:val="24"/>
                <w:szCs w:val="24"/>
              </w:rPr>
              <w:lastRenderedPageBreak/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</w:t>
            </w:r>
            <w:r w:rsidRPr="008137D3">
              <w:rPr>
                <w:rFonts w:ascii="Corbel" w:hAnsi="Corbel"/>
                <w:sz w:val="24"/>
                <w:szCs w:val="24"/>
              </w:rPr>
              <w:lastRenderedPageBreak/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lastRenderedPageBreak/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ćwiczeń sprawdzających umiejętność rozumienia ze słuchu, rozumienia tekstu pisanego, gramatyki i słownictwa i dłuższa wypowiedź pisemna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multimedialnej, projektu indywidualnego, e-dydaktyki, lektury, pokazowej jednostki lekcyj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lastRenderedPageBreak/>
              <w:t>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7512C" w14:textId="77777777" w:rsidR="002451BF" w:rsidRDefault="002451BF" w:rsidP="00C16ABF">
      <w:pPr>
        <w:spacing w:after="0" w:line="240" w:lineRule="auto"/>
      </w:pPr>
      <w:r>
        <w:separator/>
      </w:r>
    </w:p>
  </w:endnote>
  <w:endnote w:type="continuationSeparator" w:id="0">
    <w:p w14:paraId="02209F2E" w14:textId="77777777" w:rsidR="002451BF" w:rsidRDefault="002451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F1DE1" w14:textId="77777777" w:rsidR="002451BF" w:rsidRDefault="002451BF" w:rsidP="00C16ABF">
      <w:pPr>
        <w:spacing w:after="0" w:line="240" w:lineRule="auto"/>
      </w:pPr>
      <w:r>
        <w:separator/>
      </w:r>
    </w:p>
  </w:footnote>
  <w:footnote w:type="continuationSeparator" w:id="0">
    <w:p w14:paraId="101F6830" w14:textId="77777777" w:rsidR="002451BF" w:rsidRDefault="002451BF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ABD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451BF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87929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E7CC6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44F97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9E2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B089E"/>
    <w:rsid w:val="00BB520A"/>
    <w:rsid w:val="00BD3869"/>
    <w:rsid w:val="00BD66E9"/>
    <w:rsid w:val="00BD6FF4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3D02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78B991EF-BD5A-4F35-AFAD-EF4C8DFC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59444-BE00-4A46-9050-981CD3B3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2637</Words>
  <Characters>15828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2019-10-22T18:20:00Z</dcterms:created>
  <dcterms:modified xsi:type="dcterms:W3CDTF">2022-03-14T11:06:00Z</dcterms:modified>
</cp:coreProperties>
</file>